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82096E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5C76B8">
        <w:rPr>
          <w:lang w:val="en-GB"/>
        </w:rPr>
        <w:t xml:space="preserve"> </w:t>
      </w:r>
      <w:r w:rsidR="003C599A">
        <w:rPr>
          <w:lang w:val="en-GB"/>
        </w:rPr>
        <w:t>2</w:t>
      </w:r>
      <w:r w:rsidR="00FD2941">
        <w:rPr>
          <w:lang w:val="en-GB"/>
        </w:rPr>
        <w:t>9</w:t>
      </w:r>
      <w:r w:rsidR="003C599A">
        <w:rPr>
          <w:lang w:val="en-GB"/>
        </w:rPr>
        <w:t>-</w:t>
      </w:r>
      <w:r w:rsidR="0004443B">
        <w:rPr>
          <w:lang w:val="en-GB"/>
        </w:rPr>
        <w:t>G0</w:t>
      </w:r>
      <w:r w:rsidR="00D3187E">
        <w:rPr>
          <w:lang w:val="en-GB"/>
        </w:rPr>
        <w:t>01</w:t>
      </w:r>
      <w:r w:rsidR="0004443B">
        <w:rPr>
          <w:lang w:val="en-GB"/>
        </w:rPr>
        <w:t>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81C4F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81C4F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81C4F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81C4F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7AF4E56" w:rsidR="00B0293A" w:rsidRPr="00781C4F" w:rsidRDefault="00984A9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02CF0">
              <w:rPr>
                <w:rFonts w:ascii="Calibri" w:hAnsi="Calibri"/>
                <w:szCs w:val="20"/>
              </w:rPr>
              <w:t>7</w:t>
            </w:r>
            <w:r w:rsidR="003C599A">
              <w:rPr>
                <w:rFonts w:ascii="Calibri" w:hAnsi="Calibri"/>
                <w:szCs w:val="20"/>
              </w:rPr>
              <w:t>/2/25</w:t>
            </w:r>
          </w:p>
        </w:tc>
      </w:tr>
      <w:tr w:rsidR="00B0293A" w:rsidRPr="00781C4F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24B73F3" w:rsidR="00B0293A" w:rsidRPr="00781C4F" w:rsidRDefault="0034186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3C599A">
              <w:rPr>
                <w:rFonts w:ascii="Calibri" w:hAnsi="Calibri"/>
                <w:szCs w:val="20"/>
              </w:rPr>
              <w:t>/</w:t>
            </w:r>
            <w:r w:rsidR="00984A93">
              <w:rPr>
                <w:rFonts w:ascii="Calibri" w:hAnsi="Calibri"/>
                <w:szCs w:val="20"/>
              </w:rPr>
              <w:t>3</w:t>
            </w:r>
            <w:r w:rsidR="003C599A">
              <w:rPr>
                <w:rFonts w:ascii="Calibri" w:hAnsi="Calibri"/>
                <w:szCs w:val="20"/>
              </w:rPr>
              <w:t>/25 (17:00)</w:t>
            </w:r>
          </w:p>
        </w:tc>
      </w:tr>
      <w:tr w:rsidR="00B0293A" w:rsidRPr="00781C4F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81C4F">
              <w:rPr>
                <w:rFonts w:cs="Calibri"/>
                <w:sz w:val="24"/>
                <w:szCs w:val="24"/>
              </w:rPr>
              <w:t xml:space="preserve">to </w:t>
            </w:r>
            <w:r w:rsidRPr="00781C4F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07153E6" w:rsidR="00B0293A" w:rsidRPr="00781C4F" w:rsidRDefault="00984A9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3C599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3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81C4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BEBA812" w:rsidR="00B0293A" w:rsidRPr="00781C4F" w:rsidRDefault="00984A9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3C599A">
              <w:rPr>
                <w:rFonts w:ascii="Calibri" w:hAnsi="Calibri"/>
                <w:szCs w:val="20"/>
              </w:rPr>
              <w:t>/3/25 (17:00)</w:t>
            </w:r>
          </w:p>
        </w:tc>
      </w:tr>
      <w:tr w:rsidR="00B0293A" w:rsidRPr="00781C4F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1D50EC04" w:rsidR="00B0293A" w:rsidRPr="00781C4F" w:rsidRDefault="0034186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3C599A">
              <w:rPr>
                <w:rFonts w:ascii="Calibri" w:hAnsi="Calibri"/>
                <w:szCs w:val="20"/>
              </w:rPr>
              <w:t>/3/25</w:t>
            </w:r>
          </w:p>
        </w:tc>
      </w:tr>
      <w:tr w:rsidR="00B0293A" w:rsidRPr="00781C4F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DCB07F5" w:rsidR="00B0293A" w:rsidRPr="00781C4F" w:rsidRDefault="00A023D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="003C599A">
              <w:rPr>
                <w:rFonts w:ascii="Calibri" w:hAnsi="Calibri"/>
                <w:szCs w:val="20"/>
              </w:rPr>
              <w:t>/</w:t>
            </w:r>
            <w:r w:rsidR="0034186F"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EADFF54" w:rsidR="00B0293A" w:rsidRPr="00781C4F" w:rsidRDefault="0034186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A023DB">
              <w:rPr>
                <w:rFonts w:ascii="Calibri" w:hAnsi="Calibri"/>
                <w:szCs w:val="20"/>
              </w:rPr>
              <w:t>1</w:t>
            </w:r>
            <w:r w:rsidR="003C599A">
              <w:rPr>
                <w:rFonts w:ascii="Calibri" w:hAnsi="Calibri"/>
                <w:szCs w:val="20"/>
              </w:rPr>
              <w:t>/</w:t>
            </w:r>
            <w:r w:rsidR="00664794"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C339F53" w:rsidR="00B0293A" w:rsidRPr="00781C4F" w:rsidRDefault="0034186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3C599A">
              <w:rPr>
                <w:rFonts w:ascii="Calibri" w:hAnsi="Calibri"/>
                <w:szCs w:val="20"/>
              </w:rPr>
              <w:t>/</w:t>
            </w:r>
            <w:r w:rsidR="00664794">
              <w:rPr>
                <w:rFonts w:ascii="Calibri" w:hAnsi="Calibri"/>
                <w:szCs w:val="20"/>
              </w:rPr>
              <w:t>4</w:t>
            </w:r>
            <w:r w:rsidR="003C599A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781C4F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81C4F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81C4F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81C4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81C4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1D098C3" w:rsidR="00B0293A" w:rsidRPr="00781C4F" w:rsidRDefault="00A023D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Pr="00A023DB"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3C599A">
              <w:rPr>
                <w:rFonts w:ascii="Calibri" w:hAnsi="Calibri"/>
                <w:szCs w:val="20"/>
              </w:rPr>
              <w:t>Quarter 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85FD4" w14:textId="77777777" w:rsidR="008370D8" w:rsidRDefault="008370D8">
      <w:r>
        <w:separator/>
      </w:r>
    </w:p>
  </w:endnote>
  <w:endnote w:type="continuationSeparator" w:id="0">
    <w:p w14:paraId="7A17C8B1" w14:textId="77777777" w:rsidR="008370D8" w:rsidRDefault="008370D8">
      <w:r>
        <w:continuationSeparator/>
      </w:r>
    </w:p>
  </w:endnote>
  <w:endnote w:type="continuationNotice" w:id="1">
    <w:p w14:paraId="767801DA" w14:textId="77777777" w:rsidR="008370D8" w:rsidRDefault="00837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B9F9E2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3187E">
      <w:rPr>
        <w:noProof/>
      </w:rPr>
      <w:t>2025-02-27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7B21F" w14:textId="77777777" w:rsidR="008370D8" w:rsidRDefault="008370D8">
      <w:r>
        <w:separator/>
      </w:r>
    </w:p>
  </w:footnote>
  <w:footnote w:type="continuationSeparator" w:id="0">
    <w:p w14:paraId="47FF9903" w14:textId="77777777" w:rsidR="008370D8" w:rsidRDefault="008370D8">
      <w:r>
        <w:continuationSeparator/>
      </w:r>
    </w:p>
  </w:footnote>
  <w:footnote w:type="continuationNotice" w:id="1">
    <w:p w14:paraId="4D4CDDF9" w14:textId="77777777" w:rsidR="008370D8" w:rsidRDefault="008370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639512">
    <w:abstractNumId w:val="1"/>
  </w:num>
  <w:num w:numId="2" w16cid:durableId="1810317602">
    <w:abstractNumId w:val="10"/>
  </w:num>
  <w:num w:numId="3" w16cid:durableId="1081223613">
    <w:abstractNumId w:val="11"/>
  </w:num>
  <w:num w:numId="4" w16cid:durableId="589579172">
    <w:abstractNumId w:val="4"/>
  </w:num>
  <w:num w:numId="5" w16cid:durableId="1545677229">
    <w:abstractNumId w:val="3"/>
  </w:num>
  <w:num w:numId="6" w16cid:durableId="18240439">
    <w:abstractNumId w:val="7"/>
  </w:num>
  <w:num w:numId="7" w16cid:durableId="759713150">
    <w:abstractNumId w:val="5"/>
  </w:num>
  <w:num w:numId="8" w16cid:durableId="1864973454">
    <w:abstractNumId w:val="9"/>
  </w:num>
  <w:num w:numId="9" w16cid:durableId="963391234">
    <w:abstractNumId w:val="0"/>
  </w:num>
  <w:num w:numId="10" w16cid:durableId="1239901091">
    <w:abstractNumId w:val="8"/>
  </w:num>
  <w:num w:numId="11" w16cid:durableId="893202441">
    <w:abstractNumId w:val="2"/>
  </w:num>
  <w:num w:numId="12" w16cid:durableId="115784006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443B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6F84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29B0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0C2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393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1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42F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2CF0"/>
    <w:rsid w:val="002033CE"/>
    <w:rsid w:val="00204642"/>
    <w:rsid w:val="002056E8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3685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637E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58A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186F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3DD2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099D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3DF4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599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387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457F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4D4A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76B8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4B2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794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39DD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80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370D8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60C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1F2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1BA2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4A93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3DB"/>
    <w:rsid w:val="00A026E0"/>
    <w:rsid w:val="00A04652"/>
    <w:rsid w:val="00A04C26"/>
    <w:rsid w:val="00A05BF9"/>
    <w:rsid w:val="00A06FD2"/>
    <w:rsid w:val="00A07991"/>
    <w:rsid w:val="00A07A78"/>
    <w:rsid w:val="00A10189"/>
    <w:rsid w:val="00A1157C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1E99"/>
    <w:rsid w:val="00A221F1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41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2B6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C7D13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75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49E3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E3B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14A1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8CC"/>
    <w:rsid w:val="00CF6C39"/>
    <w:rsid w:val="00CF78F2"/>
    <w:rsid w:val="00CF7D02"/>
    <w:rsid w:val="00D02BAB"/>
    <w:rsid w:val="00D02CA8"/>
    <w:rsid w:val="00D032F3"/>
    <w:rsid w:val="00D03F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87E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828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6E4F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402"/>
    <w:rsid w:val="00FC65CB"/>
    <w:rsid w:val="00FD0A4B"/>
    <w:rsid w:val="00FD1917"/>
    <w:rsid w:val="00FD1BC7"/>
    <w:rsid w:val="00FD2941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2025-02-23T22:38:00Z</dcterms:created>
  <dcterms:modified xsi:type="dcterms:W3CDTF">2025-02-26T22:02:00Z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